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D3" w:rsidRDefault="007F23D3" w:rsidP="007F23D3">
      <w:pPr>
        <w:pStyle w:val="Heading1"/>
      </w:pPr>
      <w:r>
        <w:t>The French Place in the Bay</w:t>
      </w:r>
    </w:p>
    <w:p w:rsidR="007F23D3" w:rsidRPr="00560DA1" w:rsidRDefault="007F23D3" w:rsidP="007F23D3">
      <w:pPr>
        <w:pStyle w:val="Heading2"/>
      </w:pPr>
      <w:r>
        <w:t>Order form</w:t>
      </w:r>
    </w:p>
    <w:p w:rsidR="007F23D3" w:rsidRDefault="007F23D3" w:rsidP="007F23D3">
      <w:pPr>
        <w:rPr>
          <w:rFonts w:cs="Arial"/>
          <w:szCs w:val="28"/>
        </w:rPr>
      </w:pPr>
      <w:r>
        <w:rPr>
          <w:rFonts w:cs="Arial"/>
          <w:szCs w:val="28"/>
        </w:rPr>
        <w:t xml:space="preserve">To order your copy of The French Place in the Bay, please complete the following order form and email to </w:t>
      </w:r>
      <w:hyperlink r:id="rId7" w:history="1">
        <w:r w:rsidRPr="00C67B70">
          <w:rPr>
            <w:rStyle w:val="Hyperlink"/>
            <w:rFonts w:cs="Arial"/>
            <w:szCs w:val="28"/>
          </w:rPr>
          <w:t>sales@thefrenchplaceinthebay.co.nz</w:t>
        </w:r>
      </w:hyperlink>
      <w:r>
        <w:rPr>
          <w:rFonts w:cs="Arial"/>
          <w:szCs w:val="28"/>
        </w:rPr>
        <w:t>.</w:t>
      </w:r>
    </w:p>
    <w:p w:rsidR="007F23D3" w:rsidRDefault="007F23D3" w:rsidP="0050386F">
      <w:pPr>
        <w:tabs>
          <w:tab w:val="left" w:pos="1350"/>
        </w:tabs>
        <w:rPr>
          <w:rFonts w:cs="Arial"/>
          <w:szCs w:val="28"/>
        </w:rPr>
      </w:pPr>
      <w:r>
        <w:rPr>
          <w:rFonts w:cs="Arial"/>
          <w:szCs w:val="28"/>
        </w:rPr>
        <w:t xml:space="preserve"> </w:t>
      </w:r>
      <w:r w:rsidR="0050386F">
        <w:rPr>
          <w:rFonts w:cs="Arial"/>
          <w:szCs w:val="28"/>
        </w:rPr>
        <w:tab/>
      </w:r>
    </w:p>
    <w:p w:rsidR="0050386F" w:rsidRDefault="0050386F" w:rsidP="0050386F">
      <w:pPr>
        <w:pStyle w:val="Heading2"/>
      </w:pPr>
      <w:r>
        <w:t>Purchase details</w:t>
      </w:r>
    </w:p>
    <w:tbl>
      <w:tblPr>
        <w:tblStyle w:val="TableGrid"/>
        <w:tblW w:w="9322" w:type="dxa"/>
        <w:tblLook w:val="04A0"/>
      </w:tblPr>
      <w:tblGrid>
        <w:gridCol w:w="2660"/>
        <w:gridCol w:w="6662"/>
      </w:tblGrid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Name</w:t>
            </w: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627F45">
              <w:rPr>
                <w:rFonts w:cs="Arial"/>
                <w:szCs w:val="28"/>
              </w:rPr>
              <w:instrText xml:space="preserve"> FORMTEXT </w:instrText>
            </w:r>
            <w:r>
              <w:rPr>
                <w:rFonts w:cs="Arial"/>
                <w:szCs w:val="28"/>
              </w:rPr>
            </w:r>
            <w:r>
              <w:rPr>
                <w:rFonts w:cs="Arial"/>
                <w:szCs w:val="28"/>
              </w:rPr>
              <w:fldChar w:fldCharType="separate"/>
            </w:r>
            <w:r w:rsidR="00627F45">
              <w:rPr>
                <w:rFonts w:cs="Arial"/>
                <w:noProof/>
                <w:szCs w:val="28"/>
              </w:rPr>
              <w:t> </w:t>
            </w:r>
            <w:r w:rsidR="00627F45">
              <w:rPr>
                <w:rFonts w:cs="Arial"/>
                <w:noProof/>
                <w:szCs w:val="28"/>
              </w:rPr>
              <w:t> </w:t>
            </w:r>
            <w:r w:rsidR="00627F45">
              <w:rPr>
                <w:rFonts w:cs="Arial"/>
                <w:noProof/>
                <w:szCs w:val="28"/>
              </w:rPr>
              <w:t> </w:t>
            </w:r>
            <w:r w:rsidR="00627F45">
              <w:rPr>
                <w:rFonts w:cs="Arial"/>
                <w:noProof/>
                <w:szCs w:val="28"/>
              </w:rPr>
              <w:t> </w:t>
            </w:r>
            <w:r w:rsidR="00627F45">
              <w:rPr>
                <w:rFonts w:cs="Arial"/>
                <w:noProof/>
                <w:szCs w:val="28"/>
              </w:rPr>
              <w:t> </w:t>
            </w:r>
            <w:r>
              <w:rPr>
                <w:rFonts w:cs="Arial"/>
                <w:szCs w:val="28"/>
              </w:rPr>
              <w:fldChar w:fldCharType="end"/>
            </w:r>
            <w:bookmarkEnd w:id="0"/>
          </w:p>
        </w:tc>
      </w:tr>
      <w:tr w:rsidR="007F23D3" w:rsidTr="00627F45">
        <w:tc>
          <w:tcPr>
            <w:tcW w:w="2660" w:type="dxa"/>
            <w:vMerge w:val="restart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Postal address</w:t>
            </w: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7F23D3" w:rsidTr="00627F45">
        <w:tc>
          <w:tcPr>
            <w:tcW w:w="2660" w:type="dxa"/>
            <w:vMerge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Phone number</w:t>
            </w: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Email</w:t>
            </w: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50386F" w:rsidTr="00627F45">
        <w:tc>
          <w:tcPr>
            <w:tcW w:w="2660" w:type="dxa"/>
            <w:vMerge w:val="restart"/>
          </w:tcPr>
          <w:p w:rsidR="0050386F" w:rsidRDefault="0050386F" w:rsidP="00A550DF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Shipping details (if different from above)</w:t>
            </w:r>
          </w:p>
        </w:tc>
        <w:tc>
          <w:tcPr>
            <w:tcW w:w="6662" w:type="dxa"/>
            <w:vAlign w:val="center"/>
          </w:tcPr>
          <w:p w:rsidR="0050386F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  <w:tr w:rsidR="0050386F" w:rsidTr="00627F45">
        <w:tc>
          <w:tcPr>
            <w:tcW w:w="2660" w:type="dxa"/>
            <w:vMerge/>
          </w:tcPr>
          <w:p w:rsidR="0050386F" w:rsidRDefault="0050386F" w:rsidP="00A550DF">
            <w:pPr>
              <w:spacing w:line="360" w:lineRule="auto"/>
              <w:rPr>
                <w:rFonts w:cs="Arial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50386F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</w:tr>
    </w:tbl>
    <w:p w:rsidR="007F23D3" w:rsidRDefault="007F23D3" w:rsidP="00DB5ABD">
      <w:pPr>
        <w:spacing w:line="360" w:lineRule="auto"/>
        <w:rPr>
          <w:rFonts w:cs="Arial"/>
          <w:szCs w:val="28"/>
        </w:rPr>
      </w:pPr>
    </w:p>
    <w:p w:rsidR="0050386F" w:rsidRDefault="0050386F" w:rsidP="0050386F">
      <w:pPr>
        <w:pStyle w:val="Heading2"/>
      </w:pPr>
      <w:r>
        <w:t>Quantities</w:t>
      </w:r>
    </w:p>
    <w:p w:rsidR="0050386F" w:rsidRPr="00560DA1" w:rsidRDefault="0050386F" w:rsidP="00DB5ABD">
      <w:pPr>
        <w:spacing w:line="360" w:lineRule="auto"/>
        <w:rPr>
          <w:rFonts w:cs="Arial"/>
          <w:szCs w:val="28"/>
        </w:rPr>
      </w:pPr>
      <w:r>
        <w:rPr>
          <w:rFonts w:cs="Arial"/>
          <w:szCs w:val="28"/>
        </w:rPr>
        <w:t xml:space="preserve">Please ship me the following: </w:t>
      </w:r>
    </w:p>
    <w:tbl>
      <w:tblPr>
        <w:tblStyle w:val="TableGrid"/>
        <w:tblW w:w="9322" w:type="dxa"/>
        <w:tblLook w:val="04A0"/>
      </w:tblPr>
      <w:tblGrid>
        <w:gridCol w:w="2660"/>
        <w:gridCol w:w="3118"/>
        <w:gridCol w:w="3544"/>
      </w:tblGrid>
      <w:tr w:rsidR="007F23D3" w:rsidTr="00627F45">
        <w:tc>
          <w:tcPr>
            <w:tcW w:w="2660" w:type="dxa"/>
            <w:vAlign w:val="center"/>
          </w:tcPr>
          <w:p w:rsidR="007F23D3" w:rsidRDefault="00DB5ABD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Soft back edition</w:t>
            </w:r>
          </w:p>
        </w:tc>
        <w:tc>
          <w:tcPr>
            <w:tcW w:w="3118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 w:rsidRPr="007F23D3">
              <w:rPr>
                <w:rFonts w:cs="Arial"/>
                <w:szCs w:val="28"/>
              </w:rPr>
              <w:t>@ 69.95 each</w:t>
            </w: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Collectors</w:t>
            </w:r>
            <w:r w:rsidR="00DB5ABD">
              <w:rPr>
                <w:rFonts w:cs="Arial"/>
                <w:szCs w:val="28"/>
              </w:rPr>
              <w:t>’</w:t>
            </w:r>
            <w:r>
              <w:rPr>
                <w:rFonts w:cs="Arial"/>
                <w:szCs w:val="28"/>
              </w:rPr>
              <w:t xml:space="preserve"> Edition</w:t>
            </w:r>
          </w:p>
        </w:tc>
        <w:tc>
          <w:tcPr>
            <w:tcW w:w="3118" w:type="dxa"/>
            <w:vAlign w:val="center"/>
          </w:tcPr>
          <w:p w:rsidR="007F23D3" w:rsidRDefault="00D6298D" w:rsidP="00627F45">
            <w:pPr>
              <w:spacing w:line="360" w:lineRule="auto"/>
              <w:rPr>
                <w:rFonts w:cs="Arial"/>
                <w:szCs w:val="28"/>
              </w:rPr>
            </w:pPr>
            <w:r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Pr="00627F45">
              <w:rPr>
                <w:rFonts w:cs="Arial"/>
                <w:szCs w:val="28"/>
              </w:rPr>
            </w:r>
            <w:r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Pr="00627F45">
              <w:rPr>
                <w:rFonts w:cs="Arial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@ $499.00 each</w:t>
            </w: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7F23D3" w:rsidRDefault="007F23D3" w:rsidP="00627F45">
            <w:pPr>
              <w:spacing w:line="360" w:lineRule="auto"/>
              <w:rPr>
                <w:rFonts w:cs="Arial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DB5ABD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 xml:space="preserve">SUB </w:t>
            </w:r>
            <w:r w:rsidR="007F23D3">
              <w:rPr>
                <w:rFonts w:cs="Arial"/>
                <w:szCs w:val="28"/>
              </w:rPr>
              <w:t>TOTAL</w:t>
            </w:r>
          </w:p>
        </w:tc>
        <w:tc>
          <w:tcPr>
            <w:tcW w:w="3118" w:type="dxa"/>
            <w:vAlign w:val="center"/>
          </w:tcPr>
          <w:p w:rsidR="007F23D3" w:rsidRDefault="00613FFC" w:rsidP="00627F45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$</w:t>
            </w:r>
            <w:r w:rsidR="00D6298D"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="00D6298D" w:rsidRPr="00627F45">
              <w:rPr>
                <w:rFonts w:cs="Arial"/>
                <w:szCs w:val="28"/>
              </w:rPr>
            </w:r>
            <w:r w:rsidR="00D6298D"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D6298D" w:rsidRPr="00627F45">
              <w:rPr>
                <w:rFonts w:cs="Arial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</w:tr>
      <w:tr w:rsidR="007F23D3" w:rsidTr="00627F45">
        <w:tc>
          <w:tcPr>
            <w:tcW w:w="2660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Postage &amp; Packing</w:t>
            </w:r>
          </w:p>
        </w:tc>
        <w:tc>
          <w:tcPr>
            <w:tcW w:w="3118" w:type="dxa"/>
            <w:vAlign w:val="center"/>
          </w:tcPr>
          <w:p w:rsidR="007F23D3" w:rsidRPr="00627F45" w:rsidRDefault="00613FFC" w:rsidP="00627F45">
            <w:pPr>
              <w:spacing w:line="360" w:lineRule="auto"/>
            </w:pPr>
            <w:r>
              <w:rPr>
                <w:rFonts w:cs="Arial"/>
                <w:szCs w:val="28"/>
              </w:rPr>
              <w:t>$</w:t>
            </w:r>
            <w:r w:rsidR="00D6298D"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="00D6298D" w:rsidRPr="00627F45">
              <w:rPr>
                <w:rFonts w:cs="Arial"/>
                <w:szCs w:val="28"/>
              </w:rPr>
            </w:r>
            <w:r w:rsidR="00D6298D"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D6298D" w:rsidRPr="00627F45">
              <w:rPr>
                <w:rFonts w:cs="Arial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F23D3" w:rsidRDefault="007F23D3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$7 per copy</w:t>
            </w:r>
          </w:p>
        </w:tc>
      </w:tr>
      <w:tr w:rsidR="00DB5ABD" w:rsidTr="00627F45">
        <w:tc>
          <w:tcPr>
            <w:tcW w:w="2660" w:type="dxa"/>
            <w:vAlign w:val="center"/>
          </w:tcPr>
          <w:p w:rsidR="00DB5ABD" w:rsidRDefault="00DB5ABD" w:rsidP="00DB5ABD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TOTAL</w:t>
            </w:r>
          </w:p>
        </w:tc>
        <w:tc>
          <w:tcPr>
            <w:tcW w:w="3118" w:type="dxa"/>
            <w:vAlign w:val="center"/>
          </w:tcPr>
          <w:p w:rsidR="00DB5ABD" w:rsidRDefault="00613FFC" w:rsidP="00627F45">
            <w:pPr>
              <w:spacing w:line="360" w:lineRule="auto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$</w:t>
            </w:r>
            <w:r w:rsidR="00D6298D" w:rsidRPr="00627F45">
              <w:rPr>
                <w:rFonts w:cs="Arial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7F45" w:rsidRPr="00627F45">
              <w:rPr>
                <w:rFonts w:cs="Arial"/>
                <w:szCs w:val="28"/>
              </w:rPr>
              <w:instrText xml:space="preserve"> FORMTEXT </w:instrText>
            </w:r>
            <w:r w:rsidR="00D6298D" w:rsidRPr="00627F45">
              <w:rPr>
                <w:rFonts w:cs="Arial"/>
                <w:szCs w:val="28"/>
              </w:rPr>
            </w:r>
            <w:r w:rsidR="00D6298D" w:rsidRPr="00627F45">
              <w:rPr>
                <w:rFonts w:cs="Arial"/>
                <w:szCs w:val="28"/>
              </w:rPr>
              <w:fldChar w:fldCharType="separate"/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627F45" w:rsidRPr="00627F45">
              <w:rPr>
                <w:rFonts w:ascii="Cambria Math" w:hAnsi="Cambria Math" w:cs="Cambria Math"/>
                <w:noProof/>
                <w:szCs w:val="28"/>
              </w:rPr>
              <w:t> </w:t>
            </w:r>
            <w:r w:rsidR="00D6298D" w:rsidRPr="00627F45">
              <w:rPr>
                <w:rFonts w:cs="Arial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DB5ABD" w:rsidRDefault="00DB5ABD" w:rsidP="00DB5ABD">
            <w:pPr>
              <w:spacing w:line="360" w:lineRule="auto"/>
              <w:rPr>
                <w:rFonts w:cs="Arial"/>
                <w:szCs w:val="28"/>
              </w:rPr>
            </w:pPr>
          </w:p>
        </w:tc>
      </w:tr>
    </w:tbl>
    <w:p w:rsidR="00C733C7" w:rsidRDefault="00C733C7" w:rsidP="0044664B">
      <w:pPr>
        <w:rPr>
          <w:rFonts w:cs="Arial"/>
          <w:szCs w:val="28"/>
        </w:rPr>
      </w:pPr>
    </w:p>
    <w:p w:rsidR="00DB5ABD" w:rsidRDefault="005D3900" w:rsidP="00A4221A">
      <w:pPr>
        <w:pStyle w:val="Heading2"/>
      </w:pPr>
      <w:r>
        <w:t>Payment terms</w:t>
      </w:r>
    </w:p>
    <w:p w:rsidR="00A4221A" w:rsidRPr="00A4221A" w:rsidRDefault="00A4221A" w:rsidP="00A4221A">
      <w:r>
        <w:t xml:space="preserve">On receipt of your order we will email an invoice with direct credit details. The book will be despatched following receipt of payment. </w:t>
      </w:r>
    </w:p>
    <w:sectPr w:rsidR="00A4221A" w:rsidRPr="00A4221A" w:rsidSect="00560DA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thickThinMediumGap" w:sz="12" w:space="24" w:color="A6A6A6" w:themeColor="background1" w:themeShade="A6"/>
        <w:bottom w:val="thickThinMediumGap" w:sz="12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1D7" w:rsidRDefault="00EC31D7" w:rsidP="0078434A">
      <w:r>
        <w:separator/>
      </w:r>
    </w:p>
  </w:endnote>
  <w:endnote w:type="continuationSeparator" w:id="1">
    <w:p w:rsidR="00EC31D7" w:rsidRDefault="00EC31D7" w:rsidP="0078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64B" w:rsidRPr="0044664B" w:rsidRDefault="0044664B" w:rsidP="00560DA1">
    <w:pPr>
      <w:pStyle w:val="Footer"/>
      <w:jc w:val="center"/>
      <w:rPr>
        <w:rFonts w:ascii="Century Gothic" w:hAnsi="Century Gothic"/>
        <w:sz w:val="18"/>
        <w:szCs w:val="18"/>
      </w:rPr>
    </w:pPr>
    <w:r w:rsidRPr="0044664B">
      <w:rPr>
        <w:rFonts w:ascii="Century Gothic" w:hAnsi="Century Gothic"/>
        <w:sz w:val="18"/>
        <w:szCs w:val="18"/>
      </w:rPr>
      <w:t>Graphite Limited T/A Mātou Matauwhi, Registered office P O Box 672, Whangarei</w:t>
    </w:r>
  </w:p>
  <w:p w:rsidR="0044664B" w:rsidRPr="0044664B" w:rsidRDefault="0044664B" w:rsidP="0044664B">
    <w:pPr>
      <w:pStyle w:val="Footer"/>
      <w:jc w:val="center"/>
      <w:rPr>
        <w:rFonts w:ascii="Century Gothic" w:hAnsi="Century Gothic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1D7" w:rsidRDefault="00EC31D7" w:rsidP="0078434A">
      <w:r>
        <w:separator/>
      </w:r>
    </w:p>
  </w:footnote>
  <w:footnote w:type="continuationSeparator" w:id="1">
    <w:p w:rsidR="00EC31D7" w:rsidRDefault="00EC31D7" w:rsidP="0078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3C1" w:rsidRDefault="00905503" w:rsidP="0078434A">
    <w:pPr>
      <w:jc w:val="center"/>
    </w:pPr>
    <w:r>
      <w:rPr>
        <w:noProof/>
        <w:lang w:val="en-NZ" w:eastAsia="en-N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1960245</wp:posOffset>
          </wp:positionH>
          <wp:positionV relativeFrom="paragraph">
            <wp:posOffset>78105</wp:posOffset>
          </wp:positionV>
          <wp:extent cx="1933575" cy="714375"/>
          <wp:effectExtent l="19050" t="0" r="9525" b="0"/>
          <wp:wrapNone/>
          <wp:docPr id="1" name="Picture 1" descr="MatouMatauwhi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touMatauwhi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043C1" w:rsidRDefault="000043C1" w:rsidP="0078434A">
    <w:pPr>
      <w:jc w:val="center"/>
    </w:pPr>
  </w:p>
  <w:p w:rsidR="000043C1" w:rsidRDefault="000043C1" w:rsidP="0078434A">
    <w:pPr>
      <w:jc w:val="center"/>
    </w:pPr>
  </w:p>
  <w:p w:rsidR="0078434A" w:rsidRDefault="0078434A" w:rsidP="0078434A">
    <w:pPr>
      <w:jc w:val="center"/>
    </w:pPr>
  </w:p>
  <w:p w:rsidR="000043C1" w:rsidRDefault="000043C1" w:rsidP="0078434A">
    <w:pPr>
      <w:jc w:val="center"/>
      <w:rPr>
        <w:rFonts w:ascii="Century Gothic" w:eastAsia="Batang" w:hAnsi="Century Gothic" w:cs="Arial"/>
        <w:w w:val="150"/>
        <w:sz w:val="18"/>
        <w:szCs w:val="18"/>
      </w:rPr>
    </w:pPr>
  </w:p>
  <w:p w:rsidR="0078434A" w:rsidRPr="0078434A" w:rsidRDefault="000043C1" w:rsidP="0078434A">
    <w:pPr>
      <w:jc w:val="center"/>
      <w:rPr>
        <w:rFonts w:ascii="Century Gothic" w:eastAsia="Batang" w:hAnsi="Century Gothic" w:cs="Arial"/>
        <w:w w:val="150"/>
        <w:sz w:val="18"/>
        <w:szCs w:val="18"/>
      </w:rPr>
    </w:pPr>
    <w:r>
      <w:rPr>
        <w:rFonts w:ascii="Century Gothic" w:eastAsia="Batang" w:hAnsi="Century Gothic" w:cs="Arial"/>
        <w:w w:val="150"/>
        <w:sz w:val="18"/>
        <w:szCs w:val="18"/>
      </w:rPr>
      <w:t>31 MATAUWHI ROAD</w:t>
    </w:r>
  </w:p>
  <w:p w:rsidR="0078434A" w:rsidRPr="000043C1" w:rsidRDefault="000043C1" w:rsidP="0078434A">
    <w:pPr>
      <w:jc w:val="center"/>
      <w:rPr>
        <w:rFonts w:ascii="Century Gothic" w:eastAsia="Batang" w:hAnsi="Century Gothic" w:cs="Arial"/>
        <w:w w:val="149"/>
        <w:sz w:val="18"/>
        <w:szCs w:val="18"/>
      </w:rPr>
    </w:pPr>
    <w:r w:rsidRPr="000043C1">
      <w:rPr>
        <w:rFonts w:ascii="Century Gothic" w:eastAsia="Batang" w:hAnsi="Century Gothic" w:cs="Arial"/>
        <w:w w:val="149"/>
        <w:sz w:val="18"/>
        <w:szCs w:val="18"/>
      </w:rPr>
      <w:t>KORORĀREKA</w:t>
    </w:r>
    <w:r>
      <w:rPr>
        <w:rFonts w:ascii="Century Gothic" w:eastAsia="Batang" w:hAnsi="Century Gothic" w:cs="Arial"/>
        <w:w w:val="149"/>
        <w:sz w:val="18"/>
        <w:szCs w:val="18"/>
      </w:rPr>
      <w:t>,</w:t>
    </w:r>
    <w:r w:rsidRPr="000043C1">
      <w:rPr>
        <w:rFonts w:ascii="Century Gothic" w:eastAsia="Batang" w:hAnsi="Century Gothic" w:cs="Arial"/>
        <w:w w:val="149"/>
        <w:sz w:val="18"/>
        <w:szCs w:val="18"/>
      </w:rPr>
      <w:t xml:space="preserve"> RUSSELL</w:t>
    </w:r>
  </w:p>
  <w:p w:rsidR="0078434A" w:rsidRPr="000043C1" w:rsidRDefault="0078434A" w:rsidP="0078434A">
    <w:pPr>
      <w:jc w:val="center"/>
      <w:rPr>
        <w:rFonts w:ascii="Century Gothic" w:eastAsia="Batang" w:hAnsi="Century Gothic" w:cs="Arial"/>
        <w:w w:val="200"/>
        <w:sz w:val="18"/>
        <w:szCs w:val="18"/>
      </w:rPr>
    </w:pPr>
    <w:r w:rsidRPr="000043C1">
      <w:rPr>
        <w:rFonts w:ascii="Century Gothic" w:eastAsia="Batang" w:hAnsi="Century Gothic" w:cs="Arial"/>
        <w:w w:val="200"/>
        <w:sz w:val="18"/>
        <w:szCs w:val="18"/>
      </w:rPr>
      <w:t>BAY OF ISLANDS</w:t>
    </w:r>
  </w:p>
  <w:p w:rsidR="0078434A" w:rsidRDefault="007843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5CD5"/>
    <w:multiLevelType w:val="hybridMultilevel"/>
    <w:tmpl w:val="58901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DE13E5"/>
    <w:multiLevelType w:val="hybridMultilevel"/>
    <w:tmpl w:val="EF38DBF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/>
  <w:defaultTabStop w:val="720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A4E9E"/>
    <w:rsid w:val="000043C1"/>
    <w:rsid w:val="00017CC0"/>
    <w:rsid w:val="00030960"/>
    <w:rsid w:val="000429D3"/>
    <w:rsid w:val="000A4E9E"/>
    <w:rsid w:val="000B1345"/>
    <w:rsid w:val="001D186E"/>
    <w:rsid w:val="001F641C"/>
    <w:rsid w:val="0025633F"/>
    <w:rsid w:val="00280145"/>
    <w:rsid w:val="0028733B"/>
    <w:rsid w:val="003C5F80"/>
    <w:rsid w:val="0044664B"/>
    <w:rsid w:val="004C36D4"/>
    <w:rsid w:val="004D2B30"/>
    <w:rsid w:val="004F0BA7"/>
    <w:rsid w:val="0050386F"/>
    <w:rsid w:val="00507178"/>
    <w:rsid w:val="00560DA1"/>
    <w:rsid w:val="005D3900"/>
    <w:rsid w:val="005D4C45"/>
    <w:rsid w:val="00613FFC"/>
    <w:rsid w:val="00627F45"/>
    <w:rsid w:val="006319A6"/>
    <w:rsid w:val="00681409"/>
    <w:rsid w:val="0078434A"/>
    <w:rsid w:val="007F23D3"/>
    <w:rsid w:val="008012A7"/>
    <w:rsid w:val="00805A53"/>
    <w:rsid w:val="008215AC"/>
    <w:rsid w:val="008508FC"/>
    <w:rsid w:val="00860364"/>
    <w:rsid w:val="008C2B3E"/>
    <w:rsid w:val="008E3506"/>
    <w:rsid w:val="00905503"/>
    <w:rsid w:val="00910F84"/>
    <w:rsid w:val="00913F59"/>
    <w:rsid w:val="009952D3"/>
    <w:rsid w:val="00A101BD"/>
    <w:rsid w:val="00A4221A"/>
    <w:rsid w:val="00A43337"/>
    <w:rsid w:val="00A439F7"/>
    <w:rsid w:val="00A619AA"/>
    <w:rsid w:val="00B552C0"/>
    <w:rsid w:val="00C57DB0"/>
    <w:rsid w:val="00C63338"/>
    <w:rsid w:val="00C733C7"/>
    <w:rsid w:val="00C744E3"/>
    <w:rsid w:val="00C94C0B"/>
    <w:rsid w:val="00D0052C"/>
    <w:rsid w:val="00D4122A"/>
    <w:rsid w:val="00D6298D"/>
    <w:rsid w:val="00D66826"/>
    <w:rsid w:val="00DB5ABD"/>
    <w:rsid w:val="00E31898"/>
    <w:rsid w:val="00E674CD"/>
    <w:rsid w:val="00EC0B5A"/>
    <w:rsid w:val="00EC31D7"/>
    <w:rsid w:val="00F23E2F"/>
    <w:rsid w:val="00F26ED1"/>
    <w:rsid w:val="00F5384C"/>
    <w:rsid w:val="00FF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3D3"/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3D3"/>
    <w:pPr>
      <w:keepNext/>
      <w:spacing w:before="240" w:after="60"/>
      <w:jc w:val="center"/>
      <w:outlineLvl w:val="0"/>
    </w:pPr>
    <w:rPr>
      <w:rFonts w:ascii="Arial Black" w:hAnsi="Arial Black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733C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733C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C733C7"/>
  </w:style>
  <w:style w:type="paragraph" w:styleId="ListParagraph">
    <w:name w:val="List Paragraph"/>
    <w:basedOn w:val="Normal"/>
    <w:uiPriority w:val="34"/>
    <w:qFormat/>
    <w:rsid w:val="00910F84"/>
    <w:pPr>
      <w:ind w:left="720"/>
    </w:pPr>
  </w:style>
  <w:style w:type="paragraph" w:styleId="NoSpacing">
    <w:name w:val="No Spacing"/>
    <w:uiPriority w:val="1"/>
    <w:qFormat/>
    <w:rsid w:val="0078434A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23D3"/>
    <w:rPr>
      <w:rFonts w:ascii="Arial Black" w:hAnsi="Arial Black"/>
      <w:b/>
      <w:bCs/>
      <w:kern w:val="32"/>
      <w:sz w:val="32"/>
      <w:szCs w:val="32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843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434A"/>
    <w:rPr>
      <w:rFonts w:ascii="Cambria" w:eastAsia="Times New Roman" w:hAnsi="Cambria" w:cs="Times New Roman"/>
      <w:b/>
      <w:bCs/>
      <w:kern w:val="28"/>
      <w:sz w:val="32"/>
      <w:szCs w:val="32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7843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434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843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34A"/>
    <w:rPr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F23D3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table" w:styleId="TableGrid">
    <w:name w:val="Table Grid"/>
    <w:basedOn w:val="TableNormal"/>
    <w:uiPriority w:val="59"/>
    <w:rsid w:val="007F23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23D3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les@thefrenchplaceinthebay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e\My%20Documents\My%20Dropbox\Matou%20Matauwhi\MM_letter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MM_lettertemplate</Template>
  <TotalTime>3</TotalTime>
  <Pages>1</Pages>
  <Words>159</Words>
  <Characters>771</Characters>
  <Application>Microsoft Office Word</Application>
  <DocSecurity>0</DocSecurity>
  <Lines>110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Graphite Limited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Jane Hindle</dc:creator>
  <cp:keywords/>
  <dc:description/>
  <cp:lastModifiedBy>Jane Hindle</cp:lastModifiedBy>
  <cp:revision>4</cp:revision>
  <dcterms:created xsi:type="dcterms:W3CDTF">2011-09-24T23:25:00Z</dcterms:created>
  <dcterms:modified xsi:type="dcterms:W3CDTF">2011-09-24T23:32:00Z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1983622222</vt:lpwstr>
  </property>
  <property fmtid="{D5CDD505-2E9C-101B-9397-08002B2CF9AE}" pid="3" name="_EmailSubject">
    <vt:lpwstr>bk</vt:lpwstr>
  </property>
  <property fmtid="{D5CDD505-2E9C-101B-9397-08002B2CF9AE}" pid="4" name="_AuthorEmail">
    <vt:lpwstr>sales@thefrenchplaceinthebay.co.nz</vt:lpwstr>
  </property>
  <property fmtid="{D5CDD505-2E9C-101B-9397-08002B2CF9AE}" pid="5" name="_AuthorEmailDisplayName">
    <vt:lpwstr>Graphite</vt:lpwstr>
  </property>
  <property fmtid="{D5CDD505-2E9C-101B-9397-08002B2CF9AE}" pid="6" name="_ReviewingToolsShownOnce">
    <vt:lpwstr/>
  </property>
</Properties>
</file>